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57" w:rsidRDefault="00232D57" w:rsidP="00A57C53">
      <w:r>
        <w:t>ROCK IN, Black X-mass</w:t>
      </w:r>
    </w:p>
    <w:p w:rsidR="00232D57" w:rsidRDefault="00232D57" w:rsidP="00A57C53">
      <w:r>
        <w:t xml:space="preserve">December 14, </w:t>
      </w:r>
      <w:smartTag w:uri="urn:schemas-microsoft-com:office:smarttags" w:element="City">
        <w:smartTag w:uri="urn:schemas-microsoft-com:office:smarttags" w:element="place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2C0B87"/>
    <w:p w:rsidR="00232D57" w:rsidRDefault="00232D57" w:rsidP="002C0B87">
      <w:r>
        <w:t xml:space="preserve">VATERLAND, </w:t>
      </w:r>
      <w:smartTag w:uri="urn:schemas-microsoft-com:office:smarttags" w:element="City">
        <w:r>
          <w:t>London</w:t>
        </w:r>
      </w:smartTag>
      <w:r>
        <w:t xml:space="preserve"> Calling </w:t>
      </w:r>
      <w:smartTag w:uri="urn:schemas-microsoft-com:office:smarttags" w:element="country-region">
        <w:smartTag w:uri="urn:schemas-microsoft-com:office:smarttags" w:element="place">
          <w:r>
            <w:t>Norway</w:t>
          </w:r>
        </w:smartTag>
      </w:smartTag>
    </w:p>
    <w:p w:rsidR="00232D57" w:rsidRDefault="00232D57" w:rsidP="002C0B87">
      <w:r>
        <w:t xml:space="preserve">November 25, </w:t>
      </w:r>
      <w:smartTag w:uri="urn:schemas-microsoft-com:office:smarttags" w:element="place">
        <w:smartTag w:uri="urn:schemas-microsoft-com:office:smarttags" w:element="City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2C0B87"/>
    <w:p w:rsidR="00232D57" w:rsidRPr="00D26978" w:rsidRDefault="00232D57" w:rsidP="002C0B87">
      <w:r>
        <w:t>BREWGATA, Unplugged</w:t>
      </w:r>
    </w:p>
    <w:p w:rsidR="00232D57" w:rsidRPr="00D26978" w:rsidRDefault="00232D57" w:rsidP="002C0B87">
      <w:r>
        <w:t xml:space="preserve">November 22, </w:t>
      </w:r>
      <w:smartTag w:uri="urn:schemas-microsoft-com:office:smarttags" w:element="place">
        <w:smartTag w:uri="urn:schemas-microsoft-com:office:smarttags" w:element="City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534C0C"/>
    <w:p w:rsidR="00232D57" w:rsidRDefault="00232D57" w:rsidP="00534C0C">
      <w:r>
        <w:t>ROCK IN, Unplugged</w:t>
      </w:r>
    </w:p>
    <w:p w:rsidR="00232D57" w:rsidRDefault="00232D57" w:rsidP="00534C0C">
      <w:r>
        <w:t xml:space="preserve">October 23, </w:t>
      </w:r>
      <w:smartTag w:uri="urn:schemas-microsoft-com:office:smarttags" w:element="place">
        <w:smartTag w:uri="urn:schemas-microsoft-com:office:smarttags" w:element="City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534C0C"/>
    <w:p w:rsidR="00232D57" w:rsidRDefault="00232D57" w:rsidP="00534C0C">
      <w:r>
        <w:t xml:space="preserve">FLAINE ROCK FESTIVAL  </w:t>
      </w:r>
    </w:p>
    <w:p w:rsidR="00232D57" w:rsidRDefault="00232D57" w:rsidP="00534C0C">
      <w:r>
        <w:t xml:space="preserve">April 2-9, </w:t>
      </w:r>
      <w:smartTag w:uri="urn:schemas-microsoft-com:office:smarttags" w:element="place">
        <w:smartTag w:uri="urn:schemas-microsoft-com:office:smarttags" w:element="City">
          <w:r>
            <w:t>Flaine</w:t>
          </w:r>
        </w:smartTag>
        <w:r>
          <w:t xml:space="preserve">, </w:t>
        </w:r>
        <w:smartTag w:uri="urn:schemas-microsoft-com:office:smarttags" w:element="country-region">
          <w:r>
            <w:t>France</w:t>
          </w:r>
        </w:smartTag>
      </w:smartTag>
    </w:p>
    <w:p w:rsidR="00232D57" w:rsidRDefault="00232D57" w:rsidP="00534C0C"/>
    <w:p w:rsidR="00232D57" w:rsidRDefault="00232D57" w:rsidP="00534C0C">
      <w:r>
        <w:t xml:space="preserve">ROAD BEARS FESTIVAL  </w:t>
      </w:r>
    </w:p>
    <w:p w:rsidR="00232D57" w:rsidRDefault="00232D57" w:rsidP="00534C0C">
      <w:r>
        <w:t xml:space="preserve">June 2, </w:t>
      </w:r>
      <w:smartTag w:uri="urn:schemas-microsoft-com:office:smarttags" w:element="country-region">
        <w:smartTag w:uri="urn:schemas-microsoft-com:office:smarttags" w:element="place">
          <w:r>
            <w:t>Lithuania</w:t>
          </w:r>
        </w:smartTag>
      </w:smartTag>
    </w:p>
    <w:p w:rsidR="00232D57" w:rsidRDefault="00232D57" w:rsidP="009B052F"/>
    <w:p w:rsidR="00232D57" w:rsidRDefault="00232D57" w:rsidP="009B052F"/>
    <w:p w:rsidR="00232D57" w:rsidRPr="00D26978" w:rsidRDefault="00232D57" w:rsidP="009B052F">
      <w:r w:rsidRPr="00D26978">
        <w:t xml:space="preserve">1 DEC 2017: RØØR </w:t>
      </w:r>
    </w:p>
    <w:p w:rsidR="00232D57" w:rsidRPr="00D26978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 w:rsidRPr="00D26978">
              <w:t>Oslo</w:t>
            </w:r>
          </w:smartTag>
        </w:smartTag>
        <w:r w:rsidRPr="00D26978">
          <w:t xml:space="preserve">, </w:t>
        </w:r>
        <w:smartTag w:uri="urn:schemas-microsoft-com:office:smarttags" w:element="country-region">
          <w:r w:rsidRPr="00D26978"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7 SEP 2017: RØØR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26 JUL 2017: Flaine festival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Flaine</w:t>
            </w:r>
          </w:smartTag>
        </w:smartTag>
        <w:r>
          <w:t xml:space="preserve">, </w:t>
        </w:r>
        <w:smartTag w:uri="urn:schemas-microsoft-com:office:smarttags" w:element="country-region">
          <w:r>
            <w:t>France</w:t>
          </w:r>
        </w:smartTag>
      </w:smartTag>
    </w:p>
    <w:p w:rsidR="00232D57" w:rsidRDefault="00232D57" w:rsidP="009B052F"/>
    <w:p w:rsidR="00232D57" w:rsidRDefault="00232D57" w:rsidP="009B052F">
      <w:r>
        <w:t xml:space="preserve">8 MAR 2017: UHØRT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  <w:r>
        <w:t>. w/SnÆrk</w:t>
      </w:r>
    </w:p>
    <w:p w:rsidR="00232D57" w:rsidRDefault="00232D57" w:rsidP="009B052F"/>
    <w:p w:rsidR="00232D57" w:rsidRDefault="00232D57" w:rsidP="009B052F">
      <w:r>
        <w:t xml:space="preserve">26 APR 2017: SO Live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/>
    <w:p w:rsidR="00232D57" w:rsidRDefault="00232D57" w:rsidP="009B052F">
      <w:r>
        <w:t>17 DEC 2016: GLØD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8 </w:t>
      </w:r>
      <w:bookmarkStart w:id="0" w:name="_GoBack"/>
      <w:bookmarkEnd w:id="0"/>
      <w:r>
        <w:t>DEC 2016: ROCK IN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6 NOV 2016: GLORIA FLAMES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3 NOV 2016: UHØRT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  <w:r>
        <w:t>.  w/Janet Devlin</w:t>
      </w:r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29 OCT 2016: MAU MAU BAR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address">
          <w:smartTag w:uri="urn:schemas-microsoft-com:office:smarttags" w:element="Street">
            <w:r>
              <w:t>Portobello Road</w:t>
            </w:r>
          </w:smartTag>
        </w:smartTag>
        <w:r>
          <w:t xml:space="preserve">, </w:t>
        </w:r>
        <w:smartTag w:uri="urn:schemas-microsoft-com:office:smarttags" w:element="country-region">
          <w:smartTag w:uri="urn:schemas-microsoft-com:office:smarttags" w:element="City">
            <w:r>
              <w:t>London</w:t>
            </w:r>
          </w:smartTag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28 OCT 2016: THE CASTLE  </w:t>
      </w:r>
    </w:p>
    <w:p w:rsidR="00232D57" w:rsidRDefault="00232D57" w:rsidP="009B052F">
      <w:r>
        <w:t xml:space="preserve">Whitechapel, </w:t>
      </w:r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London</w:t>
            </w:r>
          </w:smartTag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27 OCT 2016: THE GOOD SHIP  </w:t>
      </w:r>
    </w:p>
    <w:p w:rsidR="00232D57" w:rsidRDefault="00232D57" w:rsidP="009B052F">
      <w:r>
        <w:t xml:space="preserve">Kilburn, </w:t>
      </w:r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London</w:t>
            </w:r>
          </w:smartTag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26 OCT 2016: THE CELLER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address">
          <w:smartTag w:uri="urn:schemas-microsoft-com:office:smarttags" w:element="Street">
            <w:r>
              <w:t>Earls Court</w:t>
            </w:r>
          </w:smartTag>
        </w:smartTag>
        <w:r>
          <w:t xml:space="preserve">, </w:t>
        </w:r>
        <w:smartTag w:uri="urn:schemas-microsoft-com:office:smarttags" w:element="country-region">
          <w:smartTag w:uri="urn:schemas-microsoft-com:office:smarttags" w:element="City">
            <w:r>
              <w:t>London</w:t>
            </w:r>
          </w:smartTag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24 OCT 2016: THE GUNNERS  </w:t>
      </w:r>
    </w:p>
    <w:p w:rsidR="00232D57" w:rsidRDefault="00232D57" w:rsidP="009B052F">
      <w:r>
        <w:t xml:space="preserve">Islington, </w:t>
      </w:r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London</w:t>
            </w:r>
          </w:smartTag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28 SEP 2016: HYTTA BAR  </w:t>
      </w:r>
    </w:p>
    <w:p w:rsidR="00232D57" w:rsidRPr="002C0B87" w:rsidRDefault="00232D57" w:rsidP="009B052F">
      <w:smartTag w:uri="urn:schemas-microsoft-com:office:smarttags" w:element="place">
        <w:smartTag w:uri="urn:schemas-microsoft-com:office:smarttags" w:element="City">
          <w:r w:rsidRPr="002C0B87">
            <w:t>Oslo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  <w:r w:rsidRPr="002C0B87">
        <w:t>. w/Sindri</w:t>
      </w:r>
    </w:p>
    <w:p w:rsidR="00232D57" w:rsidRPr="002C0B87" w:rsidRDefault="00232D57" w:rsidP="009B052F"/>
    <w:p w:rsidR="00232D57" w:rsidRPr="002C0B87" w:rsidRDefault="00232D57" w:rsidP="009B052F">
      <w:r w:rsidRPr="002C0B87">
        <w:t xml:space="preserve">10 SEP 2016: GOOD OMENS  </w:t>
      </w:r>
    </w:p>
    <w:p w:rsidR="00232D57" w:rsidRPr="002C0B87" w:rsidRDefault="00232D57" w:rsidP="009B052F">
      <w:smartTag w:uri="urn:schemas-microsoft-com:office:smarttags" w:element="place">
        <w:smartTag w:uri="urn:schemas-microsoft-com:office:smarttags" w:element="City">
          <w:r w:rsidRPr="002C0B87">
            <w:t>Trondheim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</w:p>
    <w:p w:rsidR="00232D57" w:rsidRPr="002C0B87" w:rsidRDefault="00232D57" w:rsidP="009B052F"/>
    <w:p w:rsidR="00232D57" w:rsidRPr="002C0B87" w:rsidRDefault="00232D57" w:rsidP="009B052F">
      <w:r w:rsidRPr="002C0B87">
        <w:t xml:space="preserve">7 JUL 2016: ST. HANSHAUGEN PARRKSERVERING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ity">
          <w:smartTag w:uri="urn:schemas-microsoft-com:office:smarttags" w:element="place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04 JUL 2016: HAUSMANIA FESTIVAL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Oslo</w:t>
            </w:r>
          </w:smartTag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Pr="002C0B87" w:rsidRDefault="00232D57" w:rsidP="009B052F">
      <w:r w:rsidRPr="002C0B87">
        <w:t xml:space="preserve">29 MAY 2016: KONRAD - FOLKENS HUS  </w:t>
      </w:r>
    </w:p>
    <w:p w:rsidR="00232D57" w:rsidRPr="002C0B87" w:rsidRDefault="00232D57" w:rsidP="009B052F">
      <w:smartTag w:uri="urn:schemas-microsoft-com:office:smarttags" w:element="place">
        <w:smartTag w:uri="urn:schemas-microsoft-com:office:smarttags" w:element="City">
          <w:r w:rsidRPr="002C0B87">
            <w:t>Oslo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</w:p>
    <w:p w:rsidR="00232D57" w:rsidRPr="002C0B87" w:rsidRDefault="00232D57" w:rsidP="009B052F"/>
    <w:p w:rsidR="00232D57" w:rsidRDefault="00232D57" w:rsidP="009B052F">
      <w:r>
        <w:t xml:space="preserve">22 MAY 2016: CHEERS PUB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Vilnius</w:t>
            </w:r>
          </w:smartTag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</w:p>
    <w:p w:rsidR="00232D57" w:rsidRDefault="00232D57" w:rsidP="009B052F"/>
    <w:p w:rsidR="00232D57" w:rsidRDefault="00232D57" w:rsidP="009B052F">
      <w:r>
        <w:t xml:space="preserve">21 MAY 2016: BIX BAR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Vilnius</w:t>
            </w:r>
          </w:smartTag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</w:p>
    <w:p w:rsidR="00232D57" w:rsidRDefault="00232D57" w:rsidP="009B052F"/>
    <w:p w:rsidR="00232D57" w:rsidRDefault="00232D57" w:rsidP="009B052F">
      <w:r>
        <w:t xml:space="preserve">21 MAY 2016: GMD 2016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Vilnius</w:t>
            </w:r>
          </w:smartTag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</w:p>
    <w:p w:rsidR="00232D57" w:rsidRDefault="00232D57" w:rsidP="009B052F"/>
    <w:p w:rsidR="00232D57" w:rsidRDefault="00232D57" w:rsidP="009B052F">
      <w:r>
        <w:t xml:space="preserve">21 MAY 2016: ARTISTAI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Vilnius</w:t>
            </w:r>
          </w:smartTag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w/Stiffer</w:t>
      </w:r>
    </w:p>
    <w:p w:rsidR="00232D57" w:rsidRDefault="00232D57" w:rsidP="009B052F"/>
    <w:p w:rsidR="00232D57" w:rsidRDefault="00232D57" w:rsidP="009B052F">
      <w:r>
        <w:t xml:space="preserve">20 MAY 2016: METROCLUB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t>Vilnius</w:t>
            </w:r>
          </w:smartTag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w/Sindri  w/Roadside Brake</w:t>
      </w:r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19 MAY 2016: THE PORTO </w:t>
      </w:r>
      <w:smartTag w:uri="urn:schemas-microsoft-com:office:smarttags" w:element="place">
        <w:smartTag w:uri="urn:schemas-microsoft-com:office:smarttags" w:element="City">
          <w:r>
            <w:t>BELLO</w:t>
          </w:r>
        </w:smartTag>
      </w:smartTag>
      <w:r>
        <w:t xml:space="preserve">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</w:p>
    <w:p w:rsidR="00232D57" w:rsidRDefault="00232D57" w:rsidP="009B052F"/>
    <w:p w:rsidR="00232D57" w:rsidRDefault="00232D57" w:rsidP="009B052F">
      <w:r>
        <w:t xml:space="preserve">14 MAY 2016: GLENGHUSET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Sarpsborg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13 MAY 2016: MAGENTA  </w:t>
      </w:r>
    </w:p>
    <w:p w:rsidR="00232D57" w:rsidRPr="002C0B87" w:rsidRDefault="00232D57" w:rsidP="009B052F">
      <w:smartTag w:uri="urn:schemas-microsoft-com:office:smarttags" w:element="country-region">
        <w:smartTag w:uri="urn:schemas-microsoft-com:office:smarttags" w:element="country-region">
          <w:r w:rsidRPr="002C0B87">
            <w:t>Fredrikstad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</w:p>
    <w:p w:rsidR="00232D57" w:rsidRPr="002C0B87" w:rsidRDefault="00232D57" w:rsidP="009B052F"/>
    <w:p w:rsidR="00232D57" w:rsidRPr="002C0B87" w:rsidRDefault="00232D57" w:rsidP="009B052F">
      <w:r w:rsidRPr="002C0B87">
        <w:t xml:space="preserve">28 APR 2016: HYTTA BAR  </w:t>
      </w:r>
    </w:p>
    <w:p w:rsidR="00232D57" w:rsidRPr="002C0B87" w:rsidRDefault="00232D57" w:rsidP="009B052F">
      <w:smartTag w:uri="urn:schemas-microsoft-com:office:smarttags" w:element="country-region">
        <w:smartTag w:uri="urn:schemas-microsoft-com:office:smarttags" w:element="country-region">
          <w:r w:rsidRPr="002C0B87">
            <w:t>Oslo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</w:p>
    <w:p w:rsidR="00232D57" w:rsidRPr="002C0B87" w:rsidRDefault="00232D57" w:rsidP="009B052F"/>
    <w:p w:rsidR="00232D57" w:rsidRPr="002C0B87" w:rsidRDefault="00232D57" w:rsidP="009B052F">
      <w:r w:rsidRPr="002C0B87">
        <w:t xml:space="preserve">16 APR 2016: GLENGHUSET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Sarpsborg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  <w:r>
        <w:t>.  w/The Branco Heist</w:t>
      </w:r>
    </w:p>
    <w:p w:rsidR="00232D57" w:rsidRDefault="00232D57" w:rsidP="009B052F"/>
    <w:p w:rsidR="00232D57" w:rsidRDefault="00232D57" w:rsidP="009B052F">
      <w:r>
        <w:t xml:space="preserve">29 FEB 2016: THE GUNNERS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London</w:t>
          </w:r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28 FEB 2016: SINBIN AT THE PLOUGH AND </w:t>
      </w:r>
      <w:smartTag w:uri="urn:schemas-microsoft-com:office:smarttags" w:element="country-region">
        <w:r>
          <w:t>HARROW</w:t>
        </w:r>
      </w:smartTag>
      <w:r>
        <w:t xml:space="preserve">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London</w:t>
          </w:r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:rsidR="00232D57" w:rsidRDefault="00232D57" w:rsidP="009B052F"/>
    <w:p w:rsidR="00232D57" w:rsidRDefault="00232D57" w:rsidP="009B052F">
      <w:r>
        <w:t xml:space="preserve">25 FEB 2016: NO. 53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10 DEC 2015: NO. 53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6 NOV 2015: JOHN DEE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  <w:r>
        <w:t>.  w/Sindri  w/Burning Brutus</w:t>
      </w:r>
    </w:p>
    <w:p w:rsidR="00232D57" w:rsidRDefault="00232D57" w:rsidP="009B052F"/>
    <w:p w:rsidR="00232D57" w:rsidRDefault="00232D57" w:rsidP="009B052F">
      <w:r>
        <w:t xml:space="preserve">15 OCT 2015: ROCK IN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30 AUG 2015: MANEFISKEN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1 JUN 2015: HAUSMANIA FESTIVAL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17 MAY 2015: ARTISTAI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w/Sindri  w/Stiffer</w:t>
      </w:r>
    </w:p>
    <w:p w:rsidR="00232D57" w:rsidRDefault="00232D57" w:rsidP="009B052F"/>
    <w:p w:rsidR="00232D57" w:rsidRDefault="00232D57" w:rsidP="009B052F">
      <w:r>
        <w:t xml:space="preserve">17 MAY 2015: BRODVEJUS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w/Sindri</w:t>
      </w:r>
    </w:p>
    <w:p w:rsidR="00232D57" w:rsidRDefault="00232D57" w:rsidP="009B052F">
      <w:r>
        <w:t xml:space="preserve"> </w:t>
      </w:r>
    </w:p>
    <w:p w:rsidR="00232D57" w:rsidRDefault="00232D57" w:rsidP="009B052F">
      <w:r>
        <w:t xml:space="preserve">16 MAY 2015: METRO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w/MoodLine</w:t>
      </w:r>
    </w:p>
    <w:p w:rsidR="00232D57" w:rsidRDefault="00232D57" w:rsidP="009B052F">
      <w:r>
        <w:t xml:space="preserve"> </w:t>
      </w:r>
    </w:p>
    <w:p w:rsidR="00232D57" w:rsidRDefault="00232D57" w:rsidP="009B052F">
      <w:r>
        <w:t xml:space="preserve">15 MAY 2015: POGO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Siauliai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w/Sindri</w:t>
      </w:r>
    </w:p>
    <w:p w:rsidR="00232D57" w:rsidRDefault="00232D57" w:rsidP="009B052F">
      <w:r>
        <w:t xml:space="preserve"> </w:t>
      </w:r>
    </w:p>
    <w:p w:rsidR="00232D57" w:rsidRDefault="00232D57" w:rsidP="009B052F"/>
    <w:p w:rsidR="00232D57" w:rsidRDefault="00232D57" w:rsidP="009B052F">
      <w:r>
        <w:t xml:space="preserve">14 DEC 2014: DE VILLE'S ROCK BAR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12 DEC 2014: THE DIRTY COW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01 DEC 2014: UNITE THE UNDERGROUND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8 NOV 2014: ARTISTAI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 xml:space="preserve">.  w/Nojus </w:t>
      </w:r>
    </w:p>
    <w:p w:rsidR="00232D57" w:rsidRDefault="00232D57" w:rsidP="009B052F"/>
    <w:p w:rsidR="00232D57" w:rsidRDefault="00232D57" w:rsidP="009B052F">
      <w:r>
        <w:t xml:space="preserve">7 NOV 2014: POGO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24 AUG 2013: CC MUZIEKCAFE  </w:t>
      </w:r>
    </w:p>
    <w:p w:rsidR="00232D57" w:rsidRDefault="00232D57" w:rsidP="009B052F">
      <w:smartTag w:uri="urn:schemas-microsoft-com:office:smarttags" w:element="country-region">
        <w:r>
          <w:t>Amsterdam</w:t>
        </w:r>
      </w:smartTag>
      <w:r>
        <w:t xml:space="preserve">, </w:t>
      </w:r>
      <w:smartTag w:uri="urn:schemas-microsoft-com:office:smarttags" w:element="country-region">
        <w:r>
          <w:t>Holland</w:t>
        </w:r>
      </w:smartTag>
    </w:p>
    <w:p w:rsidR="00232D57" w:rsidRDefault="00232D57" w:rsidP="009B052F"/>
    <w:p w:rsidR="00232D57" w:rsidRDefault="00232D57" w:rsidP="009B052F">
      <w:r>
        <w:t xml:space="preserve">23 AUG 2013: THE WATERHOLE  </w:t>
      </w:r>
    </w:p>
    <w:p w:rsidR="00232D57" w:rsidRDefault="00232D57" w:rsidP="009B052F">
      <w:smartTag w:uri="urn:schemas-microsoft-com:office:smarttags" w:element="country-region">
        <w:r>
          <w:t>Amsterdam</w:t>
        </w:r>
      </w:smartTag>
      <w:r>
        <w:t xml:space="preserve">, </w:t>
      </w:r>
      <w:smartTag w:uri="urn:schemas-microsoft-com:office:smarttags" w:element="country-region">
        <w:r>
          <w:t>Holland</w:t>
        </w:r>
      </w:smartTag>
    </w:p>
    <w:p w:rsidR="00232D57" w:rsidRDefault="00232D57" w:rsidP="009B052F"/>
    <w:p w:rsidR="00232D57" w:rsidRDefault="00232D57" w:rsidP="009B052F">
      <w:r>
        <w:t xml:space="preserve">10 AUG 2013: TRUBADUR FESTIVAL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Beitostølen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Pr="002C0B87" w:rsidRDefault="00232D57" w:rsidP="009B052F">
      <w:pPr>
        <w:rPr>
          <w:lang w:val="sv-SE"/>
        </w:rPr>
      </w:pPr>
      <w:r w:rsidRPr="002C0B87">
        <w:rPr>
          <w:lang w:val="sv-SE"/>
        </w:rPr>
        <w:t xml:space="preserve">6 JUL 2013: BLIUZO NAKTYS 2013  </w:t>
      </w:r>
    </w:p>
    <w:p w:rsidR="00232D57" w:rsidRPr="002C0B87" w:rsidRDefault="00232D57" w:rsidP="009B052F">
      <w:pPr>
        <w:rPr>
          <w:lang w:val="sv-SE"/>
        </w:rPr>
      </w:pPr>
      <w:r w:rsidRPr="002C0B87">
        <w:rPr>
          <w:lang w:val="sv-SE"/>
        </w:rPr>
        <w:t>Varniai, Lithuania</w:t>
      </w:r>
    </w:p>
    <w:p w:rsidR="00232D57" w:rsidRPr="002C0B87" w:rsidRDefault="00232D57" w:rsidP="009B052F">
      <w:pPr>
        <w:rPr>
          <w:lang w:val="sv-SE"/>
        </w:rPr>
      </w:pPr>
    </w:p>
    <w:p w:rsidR="00232D57" w:rsidRPr="002C0B87" w:rsidRDefault="00232D57" w:rsidP="009B052F">
      <w:pPr>
        <w:rPr>
          <w:lang w:val="sv-SE"/>
        </w:rPr>
      </w:pPr>
      <w:r w:rsidRPr="002C0B87">
        <w:rPr>
          <w:lang w:val="sv-SE"/>
        </w:rPr>
        <w:t xml:space="preserve">21 JUN 2013: DE VILLE'S ROCK BAR  </w:t>
      </w:r>
    </w:p>
    <w:p w:rsidR="00232D57" w:rsidRPr="002C0B87" w:rsidRDefault="00232D57" w:rsidP="009B052F">
      <w:smartTag w:uri="urn:schemas-microsoft-com:office:smarttags" w:element="country-region">
        <w:smartTag w:uri="urn:schemas-microsoft-com:office:smarttags" w:element="country-region">
          <w:r w:rsidRPr="002C0B87">
            <w:t>Oslo</w:t>
          </w:r>
        </w:smartTag>
        <w:r w:rsidRPr="002C0B87">
          <w:t xml:space="preserve">, </w:t>
        </w:r>
        <w:smartTag w:uri="urn:schemas-microsoft-com:office:smarttags" w:element="country-region">
          <w:r w:rsidRPr="002C0B87">
            <w:t>Norway</w:t>
          </w:r>
        </w:smartTag>
      </w:smartTag>
    </w:p>
    <w:p w:rsidR="00232D57" w:rsidRPr="002C0B87" w:rsidRDefault="00232D57" w:rsidP="009B052F"/>
    <w:p w:rsidR="00232D57" w:rsidRPr="002C0B87" w:rsidRDefault="00232D57" w:rsidP="009B052F">
      <w:r w:rsidRPr="002C0B87">
        <w:t xml:space="preserve">1 JUN 2013: STOPP PRESSEN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26 MAY 2013: FESTEN FORRESTEN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Sarpsborg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4 MAY 2013: JOHN DEE  </w:t>
      </w:r>
    </w:p>
    <w:p w:rsidR="00232D57" w:rsidRDefault="00232D57" w:rsidP="009B052F">
      <w:smartTag w:uri="urn:schemas-microsoft-com:office:smarttags" w:element="country-region">
        <w:r>
          <w:t>Oslo</w:t>
        </w:r>
      </w:smartTag>
      <w:r>
        <w:t xml:space="preserve"> </w:t>
      </w:r>
      <w:smartTag w:uri="urn:schemas-microsoft-com:office:smarttags" w:element="country-region">
        <w:r>
          <w:t>Norway</w:t>
        </w:r>
      </w:smartTag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18 DEC 2012: QUEEN'S PUB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14 SEP 2012: FAIR TRADE FESTIVAL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28 APR 2012: BRODVEJUS PUB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w/The Perfect Pill</w:t>
      </w:r>
    </w:p>
    <w:p w:rsidR="00232D57" w:rsidRDefault="00232D57" w:rsidP="009B052F"/>
    <w:p w:rsidR="00232D57" w:rsidRDefault="00232D57" w:rsidP="009B052F">
      <w:r>
        <w:t xml:space="preserve">26 MAY 2015: POGO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Siauliai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 xml:space="preserve">.  wSindri </w:t>
      </w:r>
    </w:p>
    <w:p w:rsidR="00232D57" w:rsidRDefault="00232D57" w:rsidP="009B052F"/>
    <w:p w:rsidR="00232D57" w:rsidRDefault="00232D57" w:rsidP="009B052F">
      <w:r>
        <w:t xml:space="preserve">25 APR 2012: ROUTE 66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Vilnius</w:t>
          </w:r>
        </w:smartTag>
        <w:r>
          <w:t xml:space="preserve">, </w:t>
        </w:r>
        <w:smartTag w:uri="urn:schemas-microsoft-com:office:smarttags" w:element="country-region">
          <w:r>
            <w:t>Lithuania</w:t>
          </w:r>
        </w:smartTag>
      </w:smartTag>
      <w:r>
        <w:t>.  w/Rebel Eye</w:t>
      </w:r>
    </w:p>
    <w:p w:rsidR="00232D57" w:rsidRDefault="00232D57" w:rsidP="009B052F"/>
    <w:p w:rsidR="00232D57" w:rsidRDefault="00232D57" w:rsidP="009B052F">
      <w:r>
        <w:t xml:space="preserve">17 MAR 2012: MIR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  <w:r>
        <w:t>.  w/The Perfect Pill</w:t>
      </w:r>
    </w:p>
    <w:p w:rsidR="00232D57" w:rsidRDefault="00232D57" w:rsidP="009B052F"/>
    <w:p w:rsidR="00232D57" w:rsidRDefault="00232D57" w:rsidP="009B052F"/>
    <w:p w:rsidR="00232D57" w:rsidRDefault="00232D57" w:rsidP="009B052F">
      <w:r>
        <w:t xml:space="preserve">25 FEB 2012: THE DIRTY COW 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p w:rsidR="00232D57" w:rsidRDefault="00232D57" w:rsidP="009B052F"/>
    <w:p w:rsidR="00232D57" w:rsidRDefault="00232D57" w:rsidP="009B052F">
      <w:r>
        <w:t xml:space="preserve">5 FEB 2013: JOHN DEE  </w:t>
      </w:r>
    </w:p>
    <w:p w:rsidR="00232D57" w:rsidRDefault="00232D57" w:rsidP="009B052F">
      <w:smartTag w:uri="urn:schemas-microsoft-com:office:smarttags" w:element="country-region">
        <w:r>
          <w:t>Oslo</w:t>
        </w:r>
      </w:smartTag>
      <w:r>
        <w:t xml:space="preserve"> </w:t>
      </w:r>
      <w:smartTag w:uri="urn:schemas-microsoft-com:office:smarttags" w:element="country-region">
        <w:r>
          <w:t>Norway</w:t>
        </w:r>
      </w:smartTag>
    </w:p>
    <w:p w:rsidR="00232D57" w:rsidRDefault="00232D57" w:rsidP="009B052F"/>
    <w:p w:rsidR="00232D57" w:rsidRDefault="00232D57" w:rsidP="009B052F">
      <w:r>
        <w:t xml:space="preserve">12 JAN 2012: MONO </w:t>
      </w:r>
    </w:p>
    <w:p w:rsidR="00232D57" w:rsidRDefault="00232D57" w:rsidP="009B052F">
      <w:smartTag w:uri="urn:schemas-microsoft-com:office:smarttags" w:element="country-region">
        <w:smartTag w:uri="urn:schemas-microsoft-com:office:smarttags" w:element="country-region">
          <w:r>
            <w:t>Oslo</w:t>
          </w:r>
        </w:smartTag>
        <w:r>
          <w:t xml:space="preserve">, </w:t>
        </w:r>
        <w:smartTag w:uri="urn:schemas-microsoft-com:office:smarttags" w:element="country-region">
          <w:r>
            <w:t>Norway</w:t>
          </w:r>
        </w:smartTag>
      </w:smartTag>
    </w:p>
    <w:sectPr w:rsidR="00232D57" w:rsidSect="001962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22C"/>
    <w:rsid w:val="00082333"/>
    <w:rsid w:val="000D17CB"/>
    <w:rsid w:val="00196207"/>
    <w:rsid w:val="00232D57"/>
    <w:rsid w:val="002C0B87"/>
    <w:rsid w:val="00534C0C"/>
    <w:rsid w:val="0070273C"/>
    <w:rsid w:val="009B052F"/>
    <w:rsid w:val="00A271F7"/>
    <w:rsid w:val="00A57C53"/>
    <w:rsid w:val="00D26978"/>
    <w:rsid w:val="00EF43F1"/>
    <w:rsid w:val="00F6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9620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locked/>
    <w:rsid w:val="002C0B87"/>
    <w:pPr>
      <w:spacing w:before="100" w:beforeAutospacing="1" w:after="100" w:afterAutospacing="1"/>
    </w:pPr>
  </w:style>
  <w:style w:type="character" w:customStyle="1" w:styleId="mobile-undersized-upper">
    <w:name w:val="mobile-undersized-upper"/>
    <w:basedOn w:val="DefaultParagraphFont"/>
    <w:uiPriority w:val="99"/>
    <w:rsid w:val="002C0B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5410">
          <w:marLeft w:val="12"/>
          <w:marRight w:val="3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54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5</Pages>
  <Words>492</Words>
  <Characters>2810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Arunas Mazeika</dc:creator>
  <cp:keywords/>
  <dc:description/>
  <cp:lastModifiedBy>kj</cp:lastModifiedBy>
  <cp:revision>5</cp:revision>
  <cp:lastPrinted>2017-12-16T20:09:00Z</cp:lastPrinted>
  <dcterms:created xsi:type="dcterms:W3CDTF">2017-12-10T18:11:00Z</dcterms:created>
  <dcterms:modified xsi:type="dcterms:W3CDTF">2018-12-27T18:07:00Z</dcterms:modified>
</cp:coreProperties>
</file>